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C9" w:rsidRDefault="00F01CC9">
      <w:r w:rsidRPr="00C540C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55.25pt;height:673.5pt;rotation:-90;visibility:visible">
            <v:imagedata r:id="rId4" o:title=""/>
          </v:shape>
        </w:pict>
      </w:r>
      <w:bookmarkStart w:id="0" w:name="_GoBack"/>
      <w:bookmarkEnd w:id="0"/>
    </w:p>
    <w:sectPr w:rsidR="00F01CC9" w:rsidSect="008878F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8FA"/>
    <w:rsid w:val="004E2CA5"/>
    <w:rsid w:val="004E6561"/>
    <w:rsid w:val="008878FA"/>
    <w:rsid w:val="00BF627B"/>
    <w:rsid w:val="00C21091"/>
    <w:rsid w:val="00C540C8"/>
    <w:rsid w:val="00F00B32"/>
    <w:rsid w:val="00F0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B32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0</Words>
  <Characters>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DIDOEV@NETVIGATOR.COM</cp:lastModifiedBy>
  <cp:revision>3</cp:revision>
  <dcterms:created xsi:type="dcterms:W3CDTF">2019-05-21T15:42:00Z</dcterms:created>
  <dcterms:modified xsi:type="dcterms:W3CDTF">2019-05-30T08:48:00Z</dcterms:modified>
</cp:coreProperties>
</file>